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42F21" w14:textId="77777777" w:rsidR="00345CEA" w:rsidRDefault="00345CEA" w:rsidP="00345CE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370C4C0" w14:textId="77777777" w:rsidR="00345CEA" w:rsidRDefault="00345CE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838E9B1" w14:textId="77777777"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14:paraId="3A6A1360" w14:textId="77777777" w:rsidR="0085747A" w:rsidRPr="00442C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202</w:t>
      </w:r>
      <w:r w:rsidR="00072511">
        <w:rPr>
          <w:rFonts w:ascii="Corbel" w:hAnsi="Corbel"/>
          <w:b/>
          <w:smallCaps/>
          <w:sz w:val="24"/>
          <w:szCs w:val="24"/>
        </w:rPr>
        <w:t>3</w:t>
      </w:r>
      <w:r w:rsidR="00B53F68" w:rsidRPr="00442C20">
        <w:rPr>
          <w:rFonts w:ascii="Corbel" w:hAnsi="Corbel"/>
          <w:b/>
          <w:smallCaps/>
          <w:sz w:val="24"/>
          <w:szCs w:val="24"/>
        </w:rPr>
        <w:t>-202</w:t>
      </w:r>
      <w:r w:rsidR="00072511">
        <w:rPr>
          <w:rFonts w:ascii="Corbel" w:hAnsi="Corbel"/>
          <w:b/>
          <w:smallCaps/>
          <w:sz w:val="24"/>
          <w:szCs w:val="24"/>
        </w:rPr>
        <w:t>8</w:t>
      </w:r>
      <w:r w:rsidR="0085747A" w:rsidRPr="00442C2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2762F42" w14:textId="77777777"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072511">
        <w:rPr>
          <w:rFonts w:ascii="Corbel" w:hAnsi="Corbel"/>
          <w:b/>
          <w:sz w:val="24"/>
          <w:szCs w:val="24"/>
        </w:rPr>
        <w:t>3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r w:rsidR="00072511">
        <w:rPr>
          <w:rFonts w:ascii="Corbel" w:hAnsi="Corbel"/>
          <w:b/>
          <w:sz w:val="24"/>
          <w:szCs w:val="24"/>
        </w:rPr>
        <w:t>4</w:t>
      </w:r>
    </w:p>
    <w:p w14:paraId="5AFFA13C" w14:textId="77777777"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965B9" w14:textId="77777777"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0256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14:paraId="62F2ACC6" w14:textId="77777777" w:rsidTr="00B819C8">
        <w:tc>
          <w:tcPr>
            <w:tcW w:w="2694" w:type="dxa"/>
            <w:vAlign w:val="center"/>
          </w:tcPr>
          <w:p w14:paraId="3247A6ED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DBA918" w14:textId="77777777"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14:paraId="046BBDEA" w14:textId="77777777" w:rsidTr="00B819C8">
        <w:tc>
          <w:tcPr>
            <w:tcW w:w="2694" w:type="dxa"/>
            <w:vAlign w:val="center"/>
          </w:tcPr>
          <w:p w14:paraId="12DB0479" w14:textId="77777777"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474695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14:paraId="0192F34D" w14:textId="77777777" w:rsidTr="00B819C8">
        <w:tc>
          <w:tcPr>
            <w:tcW w:w="2694" w:type="dxa"/>
            <w:vAlign w:val="center"/>
          </w:tcPr>
          <w:p w14:paraId="3461702F" w14:textId="77777777"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197B11" w14:textId="77777777"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14:paraId="7C9ED50B" w14:textId="77777777" w:rsidTr="00B819C8">
        <w:tc>
          <w:tcPr>
            <w:tcW w:w="2694" w:type="dxa"/>
            <w:vAlign w:val="center"/>
          </w:tcPr>
          <w:p w14:paraId="7D8C8651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09DE38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14:paraId="14121FA3" w14:textId="77777777" w:rsidTr="00B819C8">
        <w:tc>
          <w:tcPr>
            <w:tcW w:w="2694" w:type="dxa"/>
            <w:vAlign w:val="center"/>
          </w:tcPr>
          <w:p w14:paraId="74600ADE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8DDADD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14:paraId="561531D6" w14:textId="77777777" w:rsidTr="00B819C8">
        <w:tc>
          <w:tcPr>
            <w:tcW w:w="2694" w:type="dxa"/>
            <w:vAlign w:val="center"/>
          </w:tcPr>
          <w:p w14:paraId="16547168" w14:textId="77777777"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F574E" w14:textId="77777777"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14:paraId="771A0FBE" w14:textId="77777777" w:rsidTr="00B819C8">
        <w:tc>
          <w:tcPr>
            <w:tcW w:w="2694" w:type="dxa"/>
            <w:vAlign w:val="center"/>
          </w:tcPr>
          <w:p w14:paraId="0625CB2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FDDBA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14:paraId="1D755D82" w14:textId="77777777" w:rsidTr="00B819C8">
        <w:tc>
          <w:tcPr>
            <w:tcW w:w="2694" w:type="dxa"/>
            <w:vAlign w:val="center"/>
          </w:tcPr>
          <w:p w14:paraId="3DDAF0DF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5776CD" w14:textId="77777777"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14:paraId="3F544A45" w14:textId="77777777" w:rsidTr="00B819C8">
        <w:tc>
          <w:tcPr>
            <w:tcW w:w="2694" w:type="dxa"/>
            <w:vAlign w:val="center"/>
          </w:tcPr>
          <w:p w14:paraId="3A90FF32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9AF921" w14:textId="77777777"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B08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14:paraId="63C3994A" w14:textId="77777777" w:rsidTr="00B819C8">
        <w:tc>
          <w:tcPr>
            <w:tcW w:w="2694" w:type="dxa"/>
            <w:vAlign w:val="center"/>
          </w:tcPr>
          <w:p w14:paraId="1FB20665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C158E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14:paraId="0214306A" w14:textId="77777777" w:rsidTr="00B819C8">
        <w:tc>
          <w:tcPr>
            <w:tcW w:w="2694" w:type="dxa"/>
            <w:vAlign w:val="center"/>
          </w:tcPr>
          <w:p w14:paraId="61DC8845" w14:textId="77777777"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64977B" w14:textId="77777777"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14:paraId="630A9718" w14:textId="77777777" w:rsidTr="00B819C8">
        <w:tc>
          <w:tcPr>
            <w:tcW w:w="2694" w:type="dxa"/>
            <w:vAlign w:val="center"/>
          </w:tcPr>
          <w:p w14:paraId="5B92071B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278449" w14:textId="2F4C811F"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871EC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442C20" w14:paraId="1FBAA926" w14:textId="77777777" w:rsidTr="00B819C8">
        <w:tc>
          <w:tcPr>
            <w:tcW w:w="2694" w:type="dxa"/>
            <w:vAlign w:val="center"/>
          </w:tcPr>
          <w:p w14:paraId="285364DD" w14:textId="77777777"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513067" w14:textId="77777777"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14:paraId="56F7E674" w14:textId="77777777"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14:paraId="7F50CD33" w14:textId="77777777"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42C20" w14:paraId="2EB7BA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0E4B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14:paraId="107A3B53" w14:textId="77777777"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9E1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Wykł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C85F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D38E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Konw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CFC4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8298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Sem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ECBD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019A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Prakt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3CD9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2AC0" w14:textId="77777777"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14:paraId="6A5932E5" w14:textId="77777777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73CF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12A" w14:textId="77777777"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307E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0925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B33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6E70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A079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F701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D248" w14:textId="77777777"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E3CF" w14:textId="77777777" w:rsidR="00015B8F" w:rsidRPr="00F648D7" w:rsidRDefault="00950275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B026BF5" w14:textId="77777777"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6F47E02" w14:textId="77777777"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14:paraId="0C92CAB4" w14:textId="77777777"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7702CD" w14:textId="77777777"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B3612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286DB" w14:textId="77777777"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14:paraId="401C6529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14:paraId="1C61BB6D" w14:textId="77777777"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6C5FFCCB" w14:textId="77777777"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71DA6D" w14:textId="77777777"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194F889E" w14:textId="77777777" w:rsidTr="00745302">
        <w:tc>
          <w:tcPr>
            <w:tcW w:w="9670" w:type="dxa"/>
          </w:tcPr>
          <w:p w14:paraId="5FD569FA" w14:textId="77777777"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14:paraId="1B38E559" w14:textId="77777777"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14:paraId="70C359E6" w14:textId="77777777"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14:paraId="115CD334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F351A" w14:textId="77777777"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512BD" w:rsidRPr="00442C20" w14:paraId="5D7B4DED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DAA" w14:textId="77777777"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26B9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14:paraId="0A0E3105" w14:textId="77777777"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14:paraId="225B1F6A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776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0F15AEDD" w14:textId="77777777"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9F8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14:paraId="760B1615" w14:textId="77777777"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14:paraId="5A4121B7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DBAF" w14:textId="77777777"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13888891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DACB" w14:textId="77777777"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14:paraId="2E359FD3" w14:textId="77777777"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14:paraId="123C0F50" w14:textId="77777777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EF0" w14:textId="77777777"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FE6B" w14:textId="77777777"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14:paraId="25242BA2" w14:textId="77777777"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7AAA8D6" w14:textId="77777777"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42C20" w14:paraId="7520D78C" w14:textId="77777777" w:rsidTr="0071620A">
        <w:tc>
          <w:tcPr>
            <w:tcW w:w="1701" w:type="dxa"/>
            <w:vAlign w:val="center"/>
          </w:tcPr>
          <w:p w14:paraId="691C026A" w14:textId="77777777"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959344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3F9415" w14:textId="77777777"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14:paraId="3BAD5CA7" w14:textId="77777777" w:rsidTr="0071620A">
        <w:tc>
          <w:tcPr>
            <w:tcW w:w="1701" w:type="dxa"/>
            <w:vAlign w:val="center"/>
          </w:tcPr>
          <w:p w14:paraId="07FA01AF" w14:textId="77777777"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D1F58BD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569C0D0C" w14:textId="77777777"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14:paraId="00AFF1CB" w14:textId="77777777" w:rsidTr="005C312C">
        <w:tc>
          <w:tcPr>
            <w:tcW w:w="1701" w:type="dxa"/>
            <w:vAlign w:val="center"/>
          </w:tcPr>
          <w:p w14:paraId="04C83D9A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EFE2A3" w14:textId="77777777"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DD648B3" w14:textId="77777777"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4988B254" w14:textId="77777777" w:rsidTr="005C312C">
        <w:tc>
          <w:tcPr>
            <w:tcW w:w="1701" w:type="dxa"/>
            <w:vAlign w:val="center"/>
          </w:tcPr>
          <w:p w14:paraId="78DBA866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D83EFA" w14:textId="77777777"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14:paraId="0BF4CDD2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2D65F481" w14:textId="77777777" w:rsidTr="005C312C">
        <w:tc>
          <w:tcPr>
            <w:tcW w:w="1701" w:type="dxa"/>
            <w:vAlign w:val="center"/>
          </w:tcPr>
          <w:p w14:paraId="1C2E0D78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C77CFA" w14:textId="77777777"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9124821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14:paraId="35D23D19" w14:textId="77777777" w:rsidTr="005C312C">
        <w:tc>
          <w:tcPr>
            <w:tcW w:w="1701" w:type="dxa"/>
            <w:vAlign w:val="center"/>
          </w:tcPr>
          <w:p w14:paraId="3B61BC86" w14:textId="77777777"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F8A3B58" w14:textId="77777777"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osób z </w:t>
            </w:r>
            <w:proofErr w:type="spellStart"/>
            <w:r w:rsidR="002B2693" w:rsidRPr="00442C20">
              <w:rPr>
                <w:rFonts w:ascii="Corbel" w:hAnsi="Corbel"/>
                <w:sz w:val="24"/>
                <w:szCs w:val="24"/>
              </w:rPr>
              <w:t>niepełnosprawościami</w:t>
            </w:r>
            <w:proofErr w:type="spellEnd"/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5137090" w14:textId="77777777"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7EBA6D" w14:textId="77777777"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C2D956" w14:textId="77777777"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14:paraId="0B18AE1C" w14:textId="77777777"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DC10EF" w14:textId="77777777"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7494A9D8" w14:textId="77777777" w:rsidTr="00923D7D">
        <w:tc>
          <w:tcPr>
            <w:tcW w:w="9639" w:type="dxa"/>
          </w:tcPr>
          <w:p w14:paraId="31827379" w14:textId="77777777"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14:paraId="130E5D88" w14:textId="77777777" w:rsidTr="00923D7D">
        <w:tc>
          <w:tcPr>
            <w:tcW w:w="9639" w:type="dxa"/>
          </w:tcPr>
          <w:p w14:paraId="0644A8DA" w14:textId="77777777"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14:paraId="56B5AF42" w14:textId="77777777" w:rsidTr="00923D7D">
        <w:tc>
          <w:tcPr>
            <w:tcW w:w="9639" w:type="dxa"/>
          </w:tcPr>
          <w:p w14:paraId="2926F5F0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1D3EB21B" w14:textId="77777777" w:rsidTr="00923D7D">
        <w:tc>
          <w:tcPr>
            <w:tcW w:w="9639" w:type="dxa"/>
          </w:tcPr>
          <w:p w14:paraId="1311643A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14:paraId="7B1F3C32" w14:textId="77777777" w:rsidTr="00923D7D">
        <w:tc>
          <w:tcPr>
            <w:tcW w:w="9639" w:type="dxa"/>
          </w:tcPr>
          <w:p w14:paraId="09436FA8" w14:textId="77777777"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A40F368" w14:textId="77777777" w:rsidTr="00923D7D">
        <w:tc>
          <w:tcPr>
            <w:tcW w:w="9639" w:type="dxa"/>
          </w:tcPr>
          <w:p w14:paraId="785544E5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7137F45C" w14:textId="77777777" w:rsidTr="00923D7D">
        <w:tc>
          <w:tcPr>
            <w:tcW w:w="9639" w:type="dxa"/>
          </w:tcPr>
          <w:p w14:paraId="28C6E47A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14:paraId="2A7E2AD7" w14:textId="77777777" w:rsidTr="00923D7D">
        <w:tc>
          <w:tcPr>
            <w:tcW w:w="9639" w:type="dxa"/>
          </w:tcPr>
          <w:p w14:paraId="0AA657AC" w14:textId="77777777"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14:paraId="0227681A" w14:textId="77777777" w:rsidTr="00923D7D">
        <w:tc>
          <w:tcPr>
            <w:tcW w:w="9639" w:type="dxa"/>
          </w:tcPr>
          <w:p w14:paraId="453E4D47" w14:textId="77777777"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D14F9D" w14:textId="77777777"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14:paraId="44E80D48" w14:textId="77777777"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14:paraId="15526C6F" w14:textId="77777777"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14:paraId="161699AC" w14:textId="77777777"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14:paraId="7C120990" w14:textId="77777777"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5B05CE59" w14:textId="77777777"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14:paraId="08CA220C" w14:textId="77777777"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8E78C" w14:textId="77777777"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14:paraId="1827C0C0" w14:textId="77777777"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1A45E3" w14:textId="77777777"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42C20" w14:paraId="4A9A92C2" w14:textId="77777777" w:rsidTr="00C05F44">
        <w:tc>
          <w:tcPr>
            <w:tcW w:w="1985" w:type="dxa"/>
            <w:vAlign w:val="center"/>
          </w:tcPr>
          <w:p w14:paraId="32F801E3" w14:textId="77777777"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6D34EF" w14:textId="77777777"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949C00" w14:textId="77777777"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8A7D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14:paraId="3464F53F" w14:textId="77777777" w:rsidTr="00C05F44">
        <w:tc>
          <w:tcPr>
            <w:tcW w:w="1985" w:type="dxa"/>
          </w:tcPr>
          <w:p w14:paraId="26FD02E8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53653D5F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6DF03D1A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14:paraId="007CDC23" w14:textId="77777777" w:rsidTr="00C05F44">
        <w:tc>
          <w:tcPr>
            <w:tcW w:w="1985" w:type="dxa"/>
          </w:tcPr>
          <w:p w14:paraId="202153D2" w14:textId="77777777"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996247" w14:textId="77777777"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4C5C001B" w14:textId="77777777"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165E8993" w14:textId="77777777" w:rsidTr="00C05F44">
        <w:tc>
          <w:tcPr>
            <w:tcW w:w="1985" w:type="dxa"/>
          </w:tcPr>
          <w:p w14:paraId="5115D366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4D5BE219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14:paraId="58FDA98E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14:paraId="3E193E2F" w14:textId="77777777" w:rsidTr="00C05F44">
        <w:tc>
          <w:tcPr>
            <w:tcW w:w="1985" w:type="dxa"/>
          </w:tcPr>
          <w:p w14:paraId="43D08FD7" w14:textId="77777777"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332AF0DD" w14:textId="77777777"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1672C40" w14:textId="77777777"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69736DFC" w14:textId="77777777"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F3F61" w14:textId="77777777"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2F0BFA7C" w14:textId="77777777" w:rsidTr="00923D7D">
        <w:tc>
          <w:tcPr>
            <w:tcW w:w="9670" w:type="dxa"/>
          </w:tcPr>
          <w:p w14:paraId="573F361E" w14:textId="77777777"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a mianowicie: 0 – 50% pkt. –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9953BDD" w14:textId="77777777"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67ECD" w14:textId="77777777"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42C20" w14:paraId="785A8922" w14:textId="77777777" w:rsidTr="003E1941">
        <w:tc>
          <w:tcPr>
            <w:tcW w:w="4962" w:type="dxa"/>
            <w:vAlign w:val="center"/>
          </w:tcPr>
          <w:p w14:paraId="78DB5F80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EBBA66" w14:textId="77777777"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14:paraId="5BF37566" w14:textId="77777777" w:rsidTr="00923D7D">
        <w:tc>
          <w:tcPr>
            <w:tcW w:w="4962" w:type="dxa"/>
          </w:tcPr>
          <w:p w14:paraId="444BD264" w14:textId="77777777" w:rsidR="0085747A" w:rsidRPr="00442C20" w:rsidRDefault="00C61DC5" w:rsidP="00D34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D315AE" w14:textId="77777777" w:rsidR="0085747A" w:rsidRPr="00F648D7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14:paraId="5C8D1724" w14:textId="77777777" w:rsidTr="00923D7D">
        <w:tc>
          <w:tcPr>
            <w:tcW w:w="4962" w:type="dxa"/>
          </w:tcPr>
          <w:p w14:paraId="25EBA4F2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C23980D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442C20" w14:paraId="051C84B4" w14:textId="77777777" w:rsidTr="00923D7D">
        <w:tc>
          <w:tcPr>
            <w:tcW w:w="4962" w:type="dxa"/>
          </w:tcPr>
          <w:p w14:paraId="2BBDB9EA" w14:textId="77777777"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14:paraId="289206D3" w14:textId="77777777" w:rsidR="00C61DC5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442C20" w14:paraId="2437A09E" w14:textId="77777777" w:rsidTr="00923D7D">
        <w:tc>
          <w:tcPr>
            <w:tcW w:w="4962" w:type="dxa"/>
          </w:tcPr>
          <w:p w14:paraId="321B9BC6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33BF1D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14:paraId="04CD24E5" w14:textId="77777777" w:rsidTr="00923D7D">
        <w:tc>
          <w:tcPr>
            <w:tcW w:w="4962" w:type="dxa"/>
          </w:tcPr>
          <w:p w14:paraId="05198227" w14:textId="77777777"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2C0D9" w14:textId="77777777"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48D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D0D136C" w14:textId="77777777"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AEF2D9" w14:textId="77777777"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7A735CB" w14:textId="77777777"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C760C0" w14:textId="77777777"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D75B79" w14:textId="77777777"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442C20" w14:paraId="68D6AFD0" w14:textId="77777777" w:rsidTr="009750DC">
        <w:trPr>
          <w:trHeight w:val="397"/>
        </w:trPr>
        <w:tc>
          <w:tcPr>
            <w:tcW w:w="4111" w:type="dxa"/>
          </w:tcPr>
          <w:p w14:paraId="33DD13DD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4FD622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14:paraId="0FEA638C" w14:textId="77777777" w:rsidTr="009750DC">
        <w:trPr>
          <w:trHeight w:val="397"/>
        </w:trPr>
        <w:tc>
          <w:tcPr>
            <w:tcW w:w="4111" w:type="dxa"/>
          </w:tcPr>
          <w:p w14:paraId="0F23BA1F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68A7FEE4" w14:textId="77777777"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F9A8DC" w14:textId="77777777"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FBFD6" w14:textId="77777777"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42C20" w14:paraId="625106D8" w14:textId="77777777" w:rsidTr="009750DC">
        <w:trPr>
          <w:trHeight w:val="397"/>
        </w:trPr>
        <w:tc>
          <w:tcPr>
            <w:tcW w:w="9639" w:type="dxa"/>
          </w:tcPr>
          <w:p w14:paraId="05FF4C43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1D5FD0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F16E41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1F763A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0754E8" w14:textId="77777777"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Mauersberg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14:paraId="550CA8C3" w14:textId="77777777" w:rsidTr="009750DC">
        <w:trPr>
          <w:trHeight w:val="397"/>
        </w:trPr>
        <w:tc>
          <w:tcPr>
            <w:tcW w:w="9639" w:type="dxa"/>
          </w:tcPr>
          <w:p w14:paraId="59808002" w14:textId="77777777"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BBAA03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761467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7F968B1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322DC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12550E" w14:textId="77777777"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Garbat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55AAF1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8BA383" w14:textId="77777777"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1B32850" w14:textId="77777777"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7F59" w14:textId="77777777"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083D97" w14:textId="77777777"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FB5E7" w14:textId="77777777"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E095" w14:textId="77777777" w:rsidR="00B42ECC" w:rsidRDefault="00B42ECC" w:rsidP="00C16ABF">
      <w:pPr>
        <w:spacing w:after="0" w:line="240" w:lineRule="auto"/>
      </w:pPr>
      <w:r>
        <w:separator/>
      </w:r>
    </w:p>
  </w:endnote>
  <w:endnote w:type="continuationSeparator" w:id="0">
    <w:p w14:paraId="49F3BA58" w14:textId="77777777" w:rsidR="00B42ECC" w:rsidRDefault="00B42E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6F8D9" w14:textId="77777777" w:rsidR="00B42ECC" w:rsidRDefault="00B42ECC" w:rsidP="00C16ABF">
      <w:pPr>
        <w:spacing w:after="0" w:line="240" w:lineRule="auto"/>
      </w:pPr>
      <w:r>
        <w:separator/>
      </w:r>
    </w:p>
  </w:footnote>
  <w:footnote w:type="continuationSeparator" w:id="0">
    <w:p w14:paraId="108FC3D0" w14:textId="77777777" w:rsidR="00B42ECC" w:rsidRDefault="00B42ECC" w:rsidP="00C16ABF">
      <w:pPr>
        <w:spacing w:after="0" w:line="240" w:lineRule="auto"/>
      </w:pPr>
      <w:r>
        <w:continuationSeparator/>
      </w:r>
    </w:p>
  </w:footnote>
  <w:footnote w:id="1">
    <w:p w14:paraId="66B47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672532">
    <w:abstractNumId w:val="1"/>
  </w:num>
  <w:num w:numId="2" w16cid:durableId="1988315874">
    <w:abstractNumId w:val="0"/>
  </w:num>
  <w:num w:numId="3" w16cid:durableId="878518245">
    <w:abstractNumId w:val="2"/>
  </w:num>
  <w:num w:numId="4" w16cid:durableId="213112722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2511"/>
    <w:rsid w:val="000742DC"/>
    <w:rsid w:val="00084C12"/>
    <w:rsid w:val="0008511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07341"/>
    <w:rsid w:val="002144C0"/>
    <w:rsid w:val="0022477D"/>
    <w:rsid w:val="002278A9"/>
    <w:rsid w:val="002336F9"/>
    <w:rsid w:val="0024028F"/>
    <w:rsid w:val="00244ABC"/>
    <w:rsid w:val="002451CB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5CEA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26C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1AA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C96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4069E"/>
    <w:rsid w:val="00950275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2ECC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083C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871EC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4433"/>
    <w:rsid w:val="00D352C9"/>
    <w:rsid w:val="00D416BC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5610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648D7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4656"/>
  <w15:docId w15:val="{795F2B95-FA4F-4628-8A26-1E5F3B07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BBD8-0597-4F23-A57E-6DD23FCA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2023-10-12T11:05:00Z</dcterms:created>
  <dcterms:modified xsi:type="dcterms:W3CDTF">2023-10-12T11:05:00Z</dcterms:modified>
</cp:coreProperties>
</file>